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CDD4D" w14:textId="77777777" w:rsidR="00B23A46" w:rsidRPr="00D4315A" w:rsidRDefault="004B0247">
      <w:pPr>
        <w:jc w:val="center"/>
        <w:rPr>
          <w:b/>
          <w:sz w:val="28"/>
          <w:szCs w:val="26"/>
        </w:rPr>
      </w:pPr>
      <w:r w:rsidRPr="00D4315A">
        <w:rPr>
          <w:b/>
          <w:bCs/>
          <w:sz w:val="28"/>
          <w:szCs w:val="26"/>
        </w:rPr>
        <w:t>Definitionen, Codes und Bewegungen</w:t>
      </w:r>
    </w:p>
    <w:p w14:paraId="0F229BCE" w14:textId="700B0C1B" w:rsidR="00B23A46" w:rsidRPr="00D4315A" w:rsidRDefault="004B0247">
      <w:pPr>
        <w:rPr>
          <w:sz w:val="26"/>
          <w:szCs w:val="26"/>
        </w:rPr>
      </w:pPr>
      <w:r w:rsidRPr="00D4315A">
        <w:rPr>
          <w:b/>
          <w:bCs/>
          <w:sz w:val="26"/>
          <w:szCs w:val="26"/>
        </w:rPr>
        <w:t>1.  Aufgabe:</w:t>
      </w:r>
      <w:r w:rsidRPr="00D4315A">
        <w:rPr>
          <w:sz w:val="26"/>
          <w:szCs w:val="26"/>
        </w:rPr>
        <w:t xml:space="preserve"> Ordne die Fachbegriffe den Definitionen richtig zu und ergänze die Beispiele bei den Definitionen </w:t>
      </w:r>
      <w:r w:rsidR="00D4315A" w:rsidRPr="00D4315A">
        <w:rPr>
          <w:sz w:val="26"/>
          <w:szCs w:val="26"/>
        </w:rPr>
        <w:t>„Sensor“ und „Aktor“</w:t>
      </w:r>
      <w:r w:rsidR="00D4315A">
        <w:rPr>
          <w:sz w:val="26"/>
          <w:szCs w:val="26"/>
        </w:rPr>
        <w:t>.</w:t>
      </w:r>
    </w:p>
    <w:p w14:paraId="3DBFF697" w14:textId="5FF95EFF" w:rsidR="00B23A46" w:rsidRPr="00D4315A" w:rsidRDefault="00D4315A">
      <w:pPr>
        <w:rPr>
          <w:sz w:val="26"/>
          <w:szCs w:val="26"/>
        </w:rPr>
      </w:pPr>
      <w:r w:rsidRPr="00D4315A">
        <w:rPr>
          <w:noProof/>
          <w:sz w:val="26"/>
          <w:szCs w:val="26"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ABBCAD2" wp14:editId="5D3D808E">
                <wp:simplePos x="0" y="0"/>
                <wp:positionH relativeFrom="column">
                  <wp:posOffset>3577470</wp:posOffset>
                </wp:positionH>
                <wp:positionV relativeFrom="paragraph">
                  <wp:posOffset>25142</wp:posOffset>
                </wp:positionV>
                <wp:extent cx="2381250" cy="1428750"/>
                <wp:effectExtent l="0" t="0" r="19050" b="1905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0C591" w14:textId="77777777" w:rsidR="00B23A46" w:rsidRDefault="004B0247">
                            <w:r>
                              <w:t>… führt die Befehle der Sensoren aus. Der Motor, der über die Reifen und das Fahrwerk die Veränderungen des Tempos oder eine Richtungsänderung bewirkt, oder auch die LED-Lampe, die verschiedenfarbig blinkt, werden hierrüber gesteuert.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BCAD2" id="Textfeld 2" o:spid="_x0000_s1026" style="position:absolute;margin-left:281.7pt;margin-top:2pt;width:187.5pt;height:11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">
                <v:path arrowok="t"/>
                <v:textbox>
                  <w:txbxContent>
                    <w:p w14:paraId="0880C591" w14:textId="77777777" w:rsidR="00B23A46" w:rsidRDefault="004B0247">
                      <w:r>
                        <w:t>… führt die Befehle der Sensoren aus. Der Motor, der über die Reifen und das Fahrwerk die Veränderungen des Tempos oder eine Richtungsänderung bewirkt, oder auch die LED-Lampe, die verschiedenfarbig blinkt, werden hierrüber gesteuert.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863E702" w14:textId="5ACC056F" w:rsidR="00B23A46" w:rsidRPr="00D4315A" w:rsidRDefault="004B0247">
      <w:pPr>
        <w:rPr>
          <w:sz w:val="26"/>
          <w:szCs w:val="26"/>
        </w:rPr>
      </w:pPr>
      <w:r w:rsidRPr="00D4315A">
        <w:rPr>
          <w:noProof/>
          <w:sz w:val="26"/>
          <w:szCs w:val="26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BE0347" wp14:editId="2605CCA9">
                <wp:simplePos x="0" y="0"/>
                <wp:positionH relativeFrom="column">
                  <wp:posOffset>35560</wp:posOffset>
                </wp:positionH>
                <wp:positionV relativeFrom="paragraph">
                  <wp:posOffset>108585</wp:posOffset>
                </wp:positionV>
                <wp:extent cx="1801495" cy="294640"/>
                <wp:effectExtent l="0" t="0" r="27305" b="1016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149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49DB5" w14:textId="7D10F56E" w:rsidR="00B23A46" w:rsidRDefault="004B024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(Farb-) Code</w:t>
                            </w:r>
                            <w:r w:rsidR="007B3AD1">
                              <w:rPr>
                                <w:b/>
                                <w:bCs/>
                              </w:rPr>
                              <w:t xml:space="preserve"> | (Farb-)Codes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E0347" id="_x0000_s1027" style="position:absolute;margin-left:2.8pt;margin-top:8.55pt;width:141.85pt;height:2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">
                <v:path arrowok="t"/>
                <v:textbox>
                  <w:txbxContent>
                    <w:p w14:paraId="4DC49DB5" w14:textId="7D10F56E" w:rsidR="00B23A46" w:rsidRDefault="004B024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(Farb-) Code</w:t>
                      </w:r>
                      <w:r w:rsidR="007B3AD1">
                        <w:rPr>
                          <w:b/>
                          <w:bCs/>
                        </w:rPr>
                        <w:t xml:space="preserve"> | (Farb-)Codes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BA1FDA2" w14:textId="77777777" w:rsidR="00B23A46" w:rsidRPr="00D4315A" w:rsidRDefault="00B23A46">
      <w:pPr>
        <w:rPr>
          <w:sz w:val="26"/>
          <w:szCs w:val="26"/>
        </w:rPr>
      </w:pPr>
    </w:p>
    <w:p w14:paraId="108C1BC0" w14:textId="77777777" w:rsidR="00B23A46" w:rsidRPr="00D4315A" w:rsidRDefault="004B0247">
      <w:pPr>
        <w:rPr>
          <w:sz w:val="26"/>
          <w:szCs w:val="26"/>
        </w:rPr>
      </w:pPr>
      <w:r w:rsidRPr="00D4315A">
        <w:rPr>
          <w:noProof/>
          <w:sz w:val="26"/>
          <w:szCs w:val="26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C911AC4" wp14:editId="1AC9BA5E">
                <wp:simplePos x="0" y="0"/>
                <wp:positionH relativeFrom="column">
                  <wp:posOffset>24765</wp:posOffset>
                </wp:positionH>
                <wp:positionV relativeFrom="paragraph">
                  <wp:posOffset>228600</wp:posOffset>
                </wp:positionV>
                <wp:extent cx="1811655" cy="323215"/>
                <wp:effectExtent l="0" t="0" r="17145" b="1968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165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 w14:paraId="44515716" w14:textId="2C0A517E" w:rsidR="00B23A46" w:rsidRDefault="004B024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Programm</w:t>
                            </w:r>
                            <w:r w:rsidR="007B3AD1">
                              <w:rPr>
                                <w:b/>
                                <w:bCs/>
                              </w:rPr>
                              <w:t xml:space="preserve"> | Programme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911AC4" id="_x0000_s1028" style="position:absolute;margin-left:1.95pt;margin-top:18pt;width:142.65pt;height:25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">
                <v:path arrowok="t"/>
                <v:textbox>
                  <w:txbxContent>
                    <w:p w14:paraId="44515716" w14:textId="2C0A517E" w:rsidR="00B23A46" w:rsidRDefault="004B024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Programm</w:t>
                      </w:r>
                      <w:r w:rsidR="007B3AD1">
                        <w:rPr>
                          <w:b/>
                          <w:bCs/>
                        </w:rPr>
                        <w:t xml:space="preserve"> | Programme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A115DCE" w14:textId="77777777" w:rsidR="00B23A46" w:rsidRPr="00D4315A" w:rsidRDefault="00B23A46">
      <w:pPr>
        <w:rPr>
          <w:sz w:val="26"/>
          <w:szCs w:val="26"/>
        </w:rPr>
      </w:pPr>
    </w:p>
    <w:p w14:paraId="3748857F" w14:textId="6D165631" w:rsidR="00B23A46" w:rsidRPr="00D4315A" w:rsidRDefault="00D4315A">
      <w:pPr>
        <w:rPr>
          <w:sz w:val="26"/>
          <w:szCs w:val="26"/>
        </w:rPr>
      </w:pPr>
      <w:r w:rsidRPr="00D4315A">
        <w:rPr>
          <w:noProof/>
          <w:sz w:val="26"/>
          <w:szCs w:val="26"/>
          <w:lang w:eastAsia="de-D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E4D77A7" wp14:editId="2AF8DF87">
                <wp:simplePos x="0" y="0"/>
                <wp:positionH relativeFrom="column">
                  <wp:posOffset>3580816</wp:posOffset>
                </wp:positionH>
                <wp:positionV relativeFrom="paragraph">
                  <wp:posOffset>140575</wp:posOffset>
                </wp:positionV>
                <wp:extent cx="2390775" cy="1828800"/>
                <wp:effectExtent l="0" t="0" r="28575" b="1905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9077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8740E" w14:textId="77777777" w:rsidR="00B23A46" w:rsidRDefault="004B0247">
                            <w:r>
                              <w:t xml:space="preserve">Ein Computer – und auch der </w:t>
                            </w:r>
                            <w:proofErr w:type="spellStart"/>
                            <w:r>
                              <w:t>Ozobot</w:t>
                            </w:r>
                            <w:proofErr w:type="spellEnd"/>
                            <w:r>
                              <w:t xml:space="preserve"> ist ein Computer – führt Anweisungen aus. Der </w:t>
                            </w:r>
                            <w:proofErr w:type="spellStart"/>
                            <w:r>
                              <w:t>Ozobot</w:t>
                            </w:r>
                            <w:proofErr w:type="spellEnd"/>
                            <w:r>
                              <w:t xml:space="preserve"> erhält diese Anweisungen in einer bestimmten Form. Diese Form steht in einer bestimmten Reihenfolge für eine bestimmte Aktion. Beispiel: Erkennt der </w:t>
                            </w:r>
                            <w:proofErr w:type="spellStart"/>
                            <w:r>
                              <w:t>Ozobot</w:t>
                            </w:r>
                            <w:proofErr w:type="spellEnd"/>
                            <w:r>
                              <w:t xml:space="preserve"> das Muster „rot-schwarz-rot“, fährt er langsamer.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D77A7" id="_x0000_s1029" style="position:absolute;margin-left:281.95pt;margin-top:11.05pt;width:188.25pt;height:2in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">
                <v:path arrowok="t"/>
                <v:textbox>
                  <w:txbxContent>
                    <w:p w14:paraId="73C8740E" w14:textId="77777777" w:rsidR="00B23A46" w:rsidRDefault="004B0247">
                      <w:r>
                        <w:t xml:space="preserve">Ein Computer – und auch der </w:t>
                      </w:r>
                      <w:proofErr w:type="spellStart"/>
                      <w:r>
                        <w:t>Ozobot</w:t>
                      </w:r>
                      <w:proofErr w:type="spellEnd"/>
                      <w:r>
                        <w:t xml:space="preserve"> ist ein Computer – führt Anweisungen aus. Der </w:t>
                      </w:r>
                      <w:proofErr w:type="spellStart"/>
                      <w:r>
                        <w:t>Ozobot</w:t>
                      </w:r>
                      <w:proofErr w:type="spellEnd"/>
                      <w:r>
                        <w:t xml:space="preserve"> erhält diese Anweisungen in einer bestimmten Form. Diese Form steht in einer bestimmten Reihenfolge für eine bestimmte Aktion. Beispiel: Erkennt der </w:t>
                      </w:r>
                      <w:proofErr w:type="spellStart"/>
                      <w:r>
                        <w:t>Ozobot</w:t>
                      </w:r>
                      <w:proofErr w:type="spellEnd"/>
                      <w:r>
                        <w:t xml:space="preserve"> das Muster „rot-schwarz-rot“, fährt er langsamer.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43634EC" w14:textId="2D9CA297" w:rsidR="00B23A46" w:rsidRPr="00D4315A" w:rsidRDefault="00B23A46">
      <w:pPr>
        <w:rPr>
          <w:sz w:val="26"/>
          <w:szCs w:val="26"/>
        </w:rPr>
      </w:pPr>
    </w:p>
    <w:p w14:paraId="5E992F21" w14:textId="53B01F53" w:rsidR="00B23A46" w:rsidRPr="00D4315A" w:rsidRDefault="004B0247">
      <w:pPr>
        <w:rPr>
          <w:sz w:val="26"/>
          <w:szCs w:val="26"/>
        </w:rPr>
      </w:pPr>
      <w:r w:rsidRPr="00D4315A">
        <w:rPr>
          <w:noProof/>
          <w:sz w:val="26"/>
          <w:szCs w:val="26"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7557A3" wp14:editId="4C167469">
                <wp:simplePos x="0" y="0"/>
                <wp:positionH relativeFrom="column">
                  <wp:posOffset>26670</wp:posOffset>
                </wp:positionH>
                <wp:positionV relativeFrom="paragraph">
                  <wp:posOffset>220980</wp:posOffset>
                </wp:positionV>
                <wp:extent cx="2057400" cy="1259840"/>
                <wp:effectExtent l="0" t="0" r="19050" b="1651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26429" w14:textId="4B8A1794" w:rsidR="00B23A46" w:rsidRDefault="004B024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Sensor </w:t>
                            </w:r>
                            <w:r w:rsidR="007B3AD1">
                              <w:rPr>
                                <w:b/>
                                <w:bCs/>
                              </w:rPr>
                              <w:t>| Sensoren</w:t>
                            </w:r>
                          </w:p>
                          <w:p w14:paraId="49C97533" w14:textId="77777777" w:rsidR="00B23A46" w:rsidRDefault="004B0247">
                            <w:r>
                              <w:t xml:space="preserve">beim </w:t>
                            </w:r>
                            <w:proofErr w:type="spellStart"/>
                            <w:r>
                              <w:t>Ozobot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384E5524" w14:textId="4EB29FF5" w:rsidR="00D4315A" w:rsidRDefault="00D4315A">
                            <w:r>
                              <w:t>__________________________</w:t>
                            </w:r>
                            <w:r w:rsidRPr="00D4315A">
                              <w:rPr>
                                <w:color w:val="FFFFFF" w:themeColor="background1"/>
                              </w:rPr>
                              <w:t>_________________________</w:t>
                            </w:r>
                            <w:r>
                              <w:rPr>
                                <w:color w:val="FFFFFF" w:themeColor="background1"/>
                              </w:rPr>
                              <w:t>_</w:t>
                            </w:r>
                            <w:r>
                              <w:t>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557A3" id="_x0000_s1030" style="position:absolute;margin-left:2.1pt;margin-top:17.4pt;width:162pt;height:99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">
                <v:path arrowok="t"/>
                <v:textbox>
                  <w:txbxContent>
                    <w:p w14:paraId="6F026429" w14:textId="4B8A1794" w:rsidR="00B23A46" w:rsidRDefault="004B024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Sensor </w:t>
                      </w:r>
                      <w:r w:rsidR="007B3AD1">
                        <w:rPr>
                          <w:b/>
                          <w:bCs/>
                        </w:rPr>
                        <w:t>| Sensoren</w:t>
                      </w:r>
                    </w:p>
                    <w:p w14:paraId="49C97533" w14:textId="77777777" w:rsidR="00B23A46" w:rsidRDefault="004B0247">
                      <w:r>
                        <w:t xml:space="preserve">beim </w:t>
                      </w:r>
                      <w:proofErr w:type="spellStart"/>
                      <w:r>
                        <w:t>Ozobot</w:t>
                      </w:r>
                      <w:proofErr w:type="spellEnd"/>
                      <w:r>
                        <w:t>:</w:t>
                      </w:r>
                    </w:p>
                    <w:p w14:paraId="384E5524" w14:textId="4EB29FF5" w:rsidR="00D4315A" w:rsidRDefault="00D4315A">
                      <w:r>
                        <w:t>__________________________</w:t>
                      </w:r>
                      <w:r w:rsidRPr="00D4315A">
                        <w:rPr>
                          <w:color w:val="FFFFFF" w:themeColor="background1"/>
                        </w:rPr>
                        <w:t>_________________________</w:t>
                      </w:r>
                      <w:r>
                        <w:rPr>
                          <w:color w:val="FFFFFF" w:themeColor="background1"/>
                        </w:rPr>
                        <w:t>_</w:t>
                      </w:r>
                      <w:r>
                        <w:t>__________________________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5B1E652" w14:textId="67AEC9F7" w:rsidR="00B23A46" w:rsidRPr="00D4315A" w:rsidRDefault="00B23A46">
      <w:pPr>
        <w:rPr>
          <w:sz w:val="26"/>
          <w:szCs w:val="26"/>
        </w:rPr>
      </w:pPr>
    </w:p>
    <w:p w14:paraId="04DDAFC2" w14:textId="77777777" w:rsidR="00B23A46" w:rsidRPr="00D4315A" w:rsidRDefault="00B23A46">
      <w:pPr>
        <w:rPr>
          <w:sz w:val="26"/>
          <w:szCs w:val="26"/>
        </w:rPr>
      </w:pPr>
    </w:p>
    <w:p w14:paraId="47AC6265" w14:textId="77777777" w:rsidR="00B23A46" w:rsidRPr="00D4315A" w:rsidRDefault="00B23A46">
      <w:pPr>
        <w:rPr>
          <w:sz w:val="26"/>
          <w:szCs w:val="26"/>
        </w:rPr>
      </w:pPr>
    </w:p>
    <w:p w14:paraId="3B478A05" w14:textId="77777777" w:rsidR="00B23A46" w:rsidRPr="00D4315A" w:rsidRDefault="00B23A46">
      <w:pPr>
        <w:rPr>
          <w:sz w:val="26"/>
          <w:szCs w:val="26"/>
        </w:rPr>
      </w:pPr>
    </w:p>
    <w:p w14:paraId="4286A6AD" w14:textId="42FAA8B8" w:rsidR="00B23A46" w:rsidRPr="00D4315A" w:rsidRDefault="00D4315A">
      <w:pPr>
        <w:rPr>
          <w:sz w:val="26"/>
          <w:szCs w:val="26"/>
        </w:rPr>
      </w:pPr>
      <w:r w:rsidRPr="00D4315A">
        <w:rPr>
          <w:b/>
          <w:bCs/>
          <w:noProof/>
          <w:sz w:val="26"/>
          <w:szCs w:val="26"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4A8FCF0" wp14:editId="74F562C8">
                <wp:simplePos x="0" y="0"/>
                <wp:positionH relativeFrom="column">
                  <wp:posOffset>3618059</wp:posOffset>
                </wp:positionH>
                <wp:positionV relativeFrom="paragraph">
                  <wp:posOffset>14999</wp:posOffset>
                </wp:positionV>
                <wp:extent cx="2381250" cy="485775"/>
                <wp:effectExtent l="0" t="0" r="19050" b="28575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6C53D" w14:textId="77777777" w:rsidR="00B23A46" w:rsidRDefault="004B0247">
                            <w:r>
                              <w:t>Die Aneinanderreihung von Anweisungen.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A8FCF0" id="_x0000_s1031" style="position:absolute;margin-left:284.9pt;margin-top:1.2pt;width:187.5pt;height:38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">
                <v:path arrowok="t"/>
                <v:textbox>
                  <w:txbxContent>
                    <w:p w14:paraId="0BF6C53D" w14:textId="77777777" w:rsidR="00B23A46" w:rsidRDefault="004B0247">
                      <w:r>
                        <w:t>Die Aneinanderreihung von Anweisungen.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2B511EA" w14:textId="7709832F" w:rsidR="00B23A46" w:rsidRPr="00D4315A" w:rsidRDefault="004B0247">
      <w:pPr>
        <w:rPr>
          <w:sz w:val="26"/>
          <w:szCs w:val="26"/>
        </w:rPr>
      </w:pPr>
      <w:r w:rsidRPr="00D4315A">
        <w:rPr>
          <w:noProof/>
          <w:sz w:val="26"/>
          <w:szCs w:val="26"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0ACC3E7" wp14:editId="626B173C">
                <wp:simplePos x="0" y="0"/>
                <wp:positionH relativeFrom="column">
                  <wp:posOffset>33020</wp:posOffset>
                </wp:positionH>
                <wp:positionV relativeFrom="paragraph">
                  <wp:posOffset>286385</wp:posOffset>
                </wp:positionV>
                <wp:extent cx="2085975" cy="1402080"/>
                <wp:effectExtent l="0" t="0" r="28575" b="2667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5975" cy="140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9CC33" w14:textId="3CB076E0" w:rsidR="00B23A46" w:rsidRDefault="004B024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Aktor </w:t>
                            </w:r>
                            <w:r w:rsidR="007B3AD1">
                              <w:rPr>
                                <w:b/>
                                <w:bCs/>
                              </w:rPr>
                              <w:t>| Aktoren</w:t>
                            </w:r>
                          </w:p>
                          <w:p w14:paraId="1BAB8D55" w14:textId="77777777" w:rsidR="00B23A46" w:rsidRDefault="004B0247">
                            <w:r>
                              <w:t xml:space="preserve">beim </w:t>
                            </w:r>
                            <w:proofErr w:type="spellStart"/>
                            <w:r>
                              <w:t>Ozobot</w:t>
                            </w:r>
                            <w:proofErr w:type="spellEnd"/>
                            <w:r>
                              <w:t xml:space="preserve">: </w:t>
                            </w:r>
                          </w:p>
                          <w:p w14:paraId="7247582F" w14:textId="66CE732F" w:rsidR="00D4315A" w:rsidRDefault="00D4315A" w:rsidP="00D4315A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t>__________________________</w:t>
                            </w:r>
                            <w:r w:rsidRPr="00D4315A">
                              <w:rPr>
                                <w:color w:val="FFFFFF" w:themeColor="background1"/>
                              </w:rPr>
                              <w:t>________________________</w:t>
                            </w:r>
                            <w:r>
                              <w:rPr>
                                <w:color w:val="FFFFFF" w:themeColor="background1"/>
                              </w:rPr>
                              <w:t>_</w:t>
                            </w:r>
                          </w:p>
                          <w:p w14:paraId="4D25DC85" w14:textId="1925CDEF" w:rsidR="00D4315A" w:rsidRDefault="00D4315A" w:rsidP="00D4315A">
                            <w:r>
                              <w:t>__________________________</w:t>
                            </w:r>
                          </w:p>
                          <w:p w14:paraId="1F59B053" w14:textId="77777777" w:rsidR="00B23A46" w:rsidRDefault="00B23A46"/>
                          <w:p w14:paraId="4ECE2DB4" w14:textId="77777777" w:rsidR="00B23A46" w:rsidRDefault="004B0247">
                            <w:r>
                              <w:t xml:space="preserve">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CC3E7" id="_x0000_s1032" style="position:absolute;margin-left:2.6pt;margin-top:22.55pt;width:164.25pt;height:110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">
                <v:path arrowok="t"/>
                <v:textbox>
                  <w:txbxContent>
                    <w:p w14:paraId="1FC9CC33" w14:textId="3CB076E0" w:rsidR="00B23A46" w:rsidRDefault="004B024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Aktor </w:t>
                      </w:r>
                      <w:r w:rsidR="007B3AD1">
                        <w:rPr>
                          <w:b/>
                          <w:bCs/>
                        </w:rPr>
                        <w:t>| Aktoren</w:t>
                      </w:r>
                    </w:p>
                    <w:p w14:paraId="1BAB8D55" w14:textId="77777777" w:rsidR="00B23A46" w:rsidRDefault="004B0247">
                      <w:r>
                        <w:t xml:space="preserve">beim </w:t>
                      </w:r>
                      <w:proofErr w:type="spellStart"/>
                      <w:r>
                        <w:t>Ozobot</w:t>
                      </w:r>
                      <w:proofErr w:type="spellEnd"/>
                      <w:r>
                        <w:t xml:space="preserve">: </w:t>
                      </w:r>
                    </w:p>
                    <w:p w14:paraId="7247582F" w14:textId="66CE732F" w:rsidR="00D4315A" w:rsidRDefault="00D4315A" w:rsidP="00D4315A">
                      <w:pPr>
                        <w:rPr>
                          <w:color w:val="FFFFFF" w:themeColor="background1"/>
                        </w:rPr>
                      </w:pPr>
                      <w:r>
                        <w:t>__________________________</w:t>
                      </w:r>
                      <w:r w:rsidRPr="00D4315A">
                        <w:rPr>
                          <w:color w:val="FFFFFF" w:themeColor="background1"/>
                        </w:rPr>
                        <w:t>________________________</w:t>
                      </w:r>
                      <w:r>
                        <w:rPr>
                          <w:color w:val="FFFFFF" w:themeColor="background1"/>
                        </w:rPr>
                        <w:t>_</w:t>
                      </w:r>
                    </w:p>
                    <w:p w14:paraId="4D25DC85" w14:textId="1925CDEF" w:rsidR="00D4315A" w:rsidRDefault="00D4315A" w:rsidP="00D4315A">
                      <w:r>
                        <w:t>___</w:t>
                      </w:r>
                      <w:r>
                        <w:t>_______________________</w:t>
                      </w:r>
                    </w:p>
                    <w:p w14:paraId="1F59B053" w14:textId="77777777" w:rsidR="00B23A46" w:rsidRDefault="00B23A46"/>
                    <w:p w14:paraId="4ECE2DB4" w14:textId="77777777" w:rsidR="00B23A46" w:rsidRDefault="004B0247">
                      <w:r>
                        <w:t xml:space="preserve">            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77D1A65" w14:textId="7433C6D4" w:rsidR="00B23A46" w:rsidRPr="00D4315A" w:rsidRDefault="00B23A46">
      <w:pPr>
        <w:rPr>
          <w:sz w:val="26"/>
          <w:szCs w:val="26"/>
        </w:rPr>
      </w:pPr>
    </w:p>
    <w:p w14:paraId="556A6D1B" w14:textId="5FF85F11" w:rsidR="00B23A46" w:rsidRPr="00D4315A" w:rsidRDefault="00D4315A">
      <w:pPr>
        <w:rPr>
          <w:b/>
          <w:bCs/>
          <w:sz w:val="26"/>
          <w:szCs w:val="26"/>
        </w:rPr>
      </w:pPr>
      <w:r w:rsidRPr="00D4315A">
        <w:rPr>
          <w:b/>
          <w:bCs/>
          <w:noProof/>
          <w:sz w:val="26"/>
          <w:szCs w:val="26"/>
          <w:lang w:eastAsia="de-D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8E00ED8" wp14:editId="188A371B">
                <wp:simplePos x="0" y="0"/>
                <wp:positionH relativeFrom="column">
                  <wp:posOffset>3633590</wp:posOffset>
                </wp:positionH>
                <wp:positionV relativeFrom="paragraph">
                  <wp:posOffset>8650</wp:posOffset>
                </wp:positionV>
                <wp:extent cx="2381250" cy="2009775"/>
                <wp:effectExtent l="0" t="0" r="19050" b="28575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CE08D" w14:textId="77777777" w:rsidR="00B23A46" w:rsidRDefault="004B0247">
                            <w:r>
                              <w:t xml:space="preserve">…sind die Bestandteile des </w:t>
                            </w:r>
                            <w:proofErr w:type="spellStart"/>
                            <w:r>
                              <w:t>Ozobots</w:t>
                            </w:r>
                            <w:proofErr w:type="spellEnd"/>
                            <w:r>
                              <w:t xml:space="preserve">, die Änderungen in der Umgebung erkennen. Farbsensoren sind dafür zuständig, dass der </w:t>
                            </w:r>
                            <w:proofErr w:type="spellStart"/>
                            <w:r>
                              <w:t>Ozobot</w:t>
                            </w:r>
                            <w:proofErr w:type="spellEnd"/>
                            <w:r>
                              <w:t xml:space="preserve"> die Linien, Codes erkennt. Hindernissensoren helfen dem </w:t>
                            </w:r>
                            <w:proofErr w:type="spellStart"/>
                            <w:r>
                              <w:t>Ozobots</w:t>
                            </w:r>
                            <w:proofErr w:type="spellEnd"/>
                            <w:r>
                              <w:t xml:space="preserve"> Hindernisse auf der Fahrbahn zu erkennen. Durch sie wird ein Befehl oder Signal ausgelöst, welches an die Aktoren weitergeben wird.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00ED8" id="_x0000_s1033" style="position:absolute;margin-left:286.1pt;margin-top:.7pt;width:187.5pt;height:158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">
                <v:path arrowok="t"/>
                <v:textbox>
                  <w:txbxContent>
                    <w:p w14:paraId="3FBCE08D" w14:textId="77777777" w:rsidR="00B23A46" w:rsidRDefault="004B0247">
                      <w:r>
                        <w:t xml:space="preserve">…sind die Bestandteile des </w:t>
                      </w:r>
                      <w:proofErr w:type="spellStart"/>
                      <w:r>
                        <w:t>Ozobots</w:t>
                      </w:r>
                      <w:proofErr w:type="spellEnd"/>
                      <w:r>
                        <w:t xml:space="preserve">, die Änderungen in der Umgebung erkennen. Farbsensoren sind dafür zuständig, dass der </w:t>
                      </w:r>
                      <w:proofErr w:type="spellStart"/>
                      <w:r>
                        <w:t>Ozobot</w:t>
                      </w:r>
                      <w:proofErr w:type="spellEnd"/>
                      <w:r>
                        <w:t xml:space="preserve"> die Linien, Codes erkennt. Hindernissensoren helfen dem </w:t>
                      </w:r>
                      <w:proofErr w:type="spellStart"/>
                      <w:r>
                        <w:t>Ozobots</w:t>
                      </w:r>
                      <w:proofErr w:type="spellEnd"/>
                      <w:r>
                        <w:t xml:space="preserve"> Hindernisse auf der Fahrbahn zu erkennen. Durch sie wird ein Befehl oder Signal ausgelöst, welches an die Aktoren weitergeben wird.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EE88B88" w14:textId="1DD71975" w:rsidR="00B23A46" w:rsidRPr="00D4315A" w:rsidRDefault="004B0247">
      <w:pPr>
        <w:rPr>
          <w:b/>
          <w:bCs/>
          <w:sz w:val="26"/>
          <w:szCs w:val="26"/>
        </w:rPr>
      </w:pPr>
      <w:r w:rsidRPr="00D4315A">
        <w:rPr>
          <w:b/>
          <w:bCs/>
          <w:sz w:val="26"/>
          <w:szCs w:val="26"/>
        </w:rPr>
        <w:tab/>
      </w:r>
      <w:r w:rsidRPr="00D4315A">
        <w:rPr>
          <w:b/>
          <w:bCs/>
          <w:sz w:val="26"/>
          <w:szCs w:val="26"/>
        </w:rPr>
        <w:tab/>
      </w:r>
      <w:r w:rsidRPr="00D4315A">
        <w:rPr>
          <w:b/>
          <w:bCs/>
          <w:sz w:val="26"/>
          <w:szCs w:val="26"/>
        </w:rPr>
        <w:tab/>
      </w:r>
      <w:r w:rsidRPr="00D4315A">
        <w:rPr>
          <w:b/>
          <w:bCs/>
          <w:sz w:val="26"/>
          <w:szCs w:val="26"/>
        </w:rPr>
        <w:tab/>
      </w:r>
      <w:r w:rsidRPr="00D4315A">
        <w:rPr>
          <w:b/>
          <w:bCs/>
          <w:sz w:val="26"/>
          <w:szCs w:val="26"/>
        </w:rPr>
        <w:tab/>
      </w:r>
      <w:r w:rsidRPr="00D4315A">
        <w:rPr>
          <w:b/>
          <w:bCs/>
          <w:sz w:val="26"/>
          <w:szCs w:val="26"/>
        </w:rPr>
        <w:tab/>
      </w:r>
      <w:r w:rsidRPr="00D4315A">
        <w:rPr>
          <w:b/>
          <w:bCs/>
          <w:sz w:val="26"/>
          <w:szCs w:val="26"/>
        </w:rPr>
        <w:tab/>
      </w:r>
      <w:r w:rsidRPr="00D4315A">
        <w:rPr>
          <w:b/>
          <w:bCs/>
          <w:sz w:val="26"/>
          <w:szCs w:val="26"/>
        </w:rPr>
        <w:tab/>
      </w:r>
    </w:p>
    <w:p w14:paraId="6A3DE1BB" w14:textId="34F2C4A8" w:rsidR="00B23A46" w:rsidRPr="00D4315A" w:rsidRDefault="00B23A46">
      <w:pPr>
        <w:rPr>
          <w:b/>
          <w:bCs/>
          <w:sz w:val="26"/>
          <w:szCs w:val="26"/>
        </w:rPr>
      </w:pPr>
    </w:p>
    <w:p w14:paraId="6309B08D" w14:textId="74942B1D" w:rsidR="00B23A46" w:rsidRPr="00D4315A" w:rsidRDefault="00B23A46">
      <w:pPr>
        <w:rPr>
          <w:b/>
          <w:bCs/>
          <w:sz w:val="26"/>
          <w:szCs w:val="26"/>
        </w:rPr>
      </w:pPr>
    </w:p>
    <w:p w14:paraId="05C70777" w14:textId="77777777" w:rsidR="00B23A46" w:rsidRPr="00D4315A" w:rsidRDefault="00B23A46">
      <w:pPr>
        <w:rPr>
          <w:b/>
          <w:bCs/>
          <w:sz w:val="26"/>
          <w:szCs w:val="26"/>
        </w:rPr>
      </w:pPr>
    </w:p>
    <w:p w14:paraId="3F760578" w14:textId="77777777" w:rsidR="00B23A46" w:rsidRPr="00D4315A" w:rsidRDefault="00B23A46">
      <w:pPr>
        <w:rPr>
          <w:b/>
          <w:bCs/>
          <w:sz w:val="26"/>
          <w:szCs w:val="26"/>
        </w:rPr>
      </w:pPr>
    </w:p>
    <w:p w14:paraId="2DBCB100" w14:textId="77777777" w:rsidR="00B23A46" w:rsidRPr="00D4315A" w:rsidRDefault="00B23A46">
      <w:pPr>
        <w:rPr>
          <w:b/>
          <w:bCs/>
          <w:sz w:val="26"/>
          <w:szCs w:val="26"/>
        </w:rPr>
      </w:pPr>
    </w:p>
    <w:p w14:paraId="3ADF0FC3" w14:textId="77777777" w:rsidR="00B23A46" w:rsidRPr="00D4315A" w:rsidRDefault="00B23A46">
      <w:pPr>
        <w:rPr>
          <w:b/>
          <w:bCs/>
          <w:sz w:val="26"/>
          <w:szCs w:val="26"/>
        </w:rPr>
      </w:pPr>
    </w:p>
    <w:p w14:paraId="27EB339E" w14:textId="77777777" w:rsidR="00B23A46" w:rsidRPr="00D4315A" w:rsidRDefault="004B0247">
      <w:pPr>
        <w:rPr>
          <w:sz w:val="26"/>
          <w:szCs w:val="26"/>
        </w:rPr>
      </w:pPr>
      <w:r w:rsidRPr="00D4315A">
        <w:rPr>
          <w:b/>
          <w:bCs/>
          <w:sz w:val="26"/>
          <w:szCs w:val="26"/>
        </w:rPr>
        <w:lastRenderedPageBreak/>
        <w:t>2. Aufgabe:</w:t>
      </w:r>
      <w:r w:rsidRPr="00D4315A">
        <w:rPr>
          <w:sz w:val="26"/>
          <w:szCs w:val="26"/>
        </w:rPr>
        <w:t xml:space="preserve"> Beobachte und notiere die Bewegungen des </w:t>
      </w:r>
      <w:proofErr w:type="spellStart"/>
      <w:r w:rsidRPr="00D4315A">
        <w:rPr>
          <w:sz w:val="26"/>
          <w:szCs w:val="26"/>
        </w:rPr>
        <w:t>Ozobots</w:t>
      </w:r>
      <w:proofErr w:type="spellEnd"/>
      <w:r w:rsidRPr="00D4315A">
        <w:rPr>
          <w:sz w:val="26"/>
          <w:szCs w:val="26"/>
        </w:rPr>
        <w:t xml:space="preserve"> zu dem jeweiligen Code, die Du im </w:t>
      </w:r>
      <w:proofErr w:type="spellStart"/>
      <w:r w:rsidRPr="00D4315A">
        <w:rPr>
          <w:sz w:val="26"/>
          <w:szCs w:val="26"/>
        </w:rPr>
        <w:t>Erklärvideo</w:t>
      </w:r>
      <w:proofErr w:type="spellEnd"/>
      <w:r w:rsidRPr="00D4315A">
        <w:rPr>
          <w:sz w:val="26"/>
          <w:szCs w:val="26"/>
        </w:rPr>
        <w:t xml:space="preserve"> wiederfindest. </w:t>
      </w:r>
    </w:p>
    <w:p w14:paraId="0527F37E" w14:textId="77777777" w:rsidR="00B23A46" w:rsidRPr="00D4315A" w:rsidRDefault="00B23A46">
      <w:pPr>
        <w:rPr>
          <w:sz w:val="26"/>
          <w:szCs w:val="2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B23A46" w:rsidRPr="00D4315A" w14:paraId="539622D7" w14:textId="77777777" w:rsidTr="00D4315A">
        <w:trPr>
          <w:trHeight w:val="850"/>
        </w:trPr>
        <w:tc>
          <w:tcPr>
            <w:tcW w:w="704" w:type="dxa"/>
          </w:tcPr>
          <w:p w14:paraId="68B4DA00" w14:textId="77777777" w:rsidR="00B23A46" w:rsidRPr="00D4315A" w:rsidRDefault="00B23A4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14:paraId="7D1C18CC" w14:textId="77777777" w:rsidR="00B23A46" w:rsidRPr="00D4315A" w:rsidRDefault="004B0247" w:rsidP="00D4315A">
            <w:pPr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Code</w:t>
            </w:r>
          </w:p>
        </w:tc>
        <w:tc>
          <w:tcPr>
            <w:tcW w:w="5239" w:type="dxa"/>
            <w:vAlign w:val="center"/>
          </w:tcPr>
          <w:p w14:paraId="39F05268" w14:textId="77777777" w:rsidR="00B23A46" w:rsidRPr="00D4315A" w:rsidRDefault="004B0247" w:rsidP="00D4315A">
            <w:pPr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 xml:space="preserve">Bewegung des </w:t>
            </w:r>
            <w:proofErr w:type="spellStart"/>
            <w:r w:rsidRPr="00D4315A">
              <w:rPr>
                <w:b/>
                <w:bCs/>
                <w:sz w:val="26"/>
                <w:szCs w:val="26"/>
              </w:rPr>
              <w:t>Ozobots</w:t>
            </w:r>
            <w:proofErr w:type="spellEnd"/>
          </w:p>
        </w:tc>
      </w:tr>
      <w:tr w:rsidR="00B23A46" w:rsidRPr="00D4315A" w14:paraId="5B889255" w14:textId="77777777" w:rsidTr="007B3AD1">
        <w:trPr>
          <w:trHeight w:val="1077"/>
        </w:trPr>
        <w:tc>
          <w:tcPr>
            <w:tcW w:w="704" w:type="dxa"/>
          </w:tcPr>
          <w:p w14:paraId="41C381C0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3119" w:type="dxa"/>
            <w:vAlign w:val="center"/>
          </w:tcPr>
          <w:p w14:paraId="04556EF5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6F708C6" wp14:editId="773370CB">
                  <wp:extent cx="1553001" cy="328109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5171" r="1412" b="37970"/>
                          <a:stretch/>
                        </pic:blipFill>
                        <pic:spPr bwMode="auto">
                          <a:xfrm>
                            <a:off x="0" y="0"/>
                            <a:ext cx="1556069" cy="3287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5C8E5610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1B1946E2" w14:textId="77777777" w:rsidTr="007B3AD1">
        <w:trPr>
          <w:trHeight w:val="1077"/>
        </w:trPr>
        <w:tc>
          <w:tcPr>
            <w:tcW w:w="704" w:type="dxa"/>
          </w:tcPr>
          <w:p w14:paraId="21629DA6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3119" w:type="dxa"/>
            <w:vAlign w:val="center"/>
          </w:tcPr>
          <w:p w14:paraId="5F46A9D1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A7FCD01" wp14:editId="0CFD4A40">
                  <wp:extent cx="1514114" cy="403412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11849" t="1" r="2450" b="30803"/>
                          <a:stretch/>
                        </pic:blipFill>
                        <pic:spPr bwMode="auto">
                          <a:xfrm>
                            <a:off x="0" y="0"/>
                            <a:ext cx="1531620" cy="4080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34ED9FD4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65C44A81" w14:textId="77777777" w:rsidTr="007B3AD1">
        <w:trPr>
          <w:trHeight w:val="1077"/>
        </w:trPr>
        <w:tc>
          <w:tcPr>
            <w:tcW w:w="704" w:type="dxa"/>
          </w:tcPr>
          <w:p w14:paraId="33C10ECA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3119" w:type="dxa"/>
            <w:vAlign w:val="center"/>
          </w:tcPr>
          <w:p w14:paraId="7A4F73E1" w14:textId="5551093D" w:rsidR="00B23A46" w:rsidRPr="00D4315A" w:rsidRDefault="004B0247" w:rsidP="00D4315A">
            <w:pPr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A3C1D84" wp14:editId="525A9BDB">
                  <wp:extent cx="1558528" cy="344245"/>
                  <wp:effectExtent l="0" t="0" r="381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/>
                          <a:srcRect l="3220" r="3366" b="35153"/>
                          <a:stretch/>
                        </pic:blipFill>
                        <pic:spPr bwMode="auto">
                          <a:xfrm>
                            <a:off x="0" y="0"/>
                            <a:ext cx="1561722" cy="3449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551D72A7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6128675B" w14:textId="77777777" w:rsidTr="007B3AD1">
        <w:trPr>
          <w:trHeight w:val="1077"/>
        </w:trPr>
        <w:tc>
          <w:tcPr>
            <w:tcW w:w="704" w:type="dxa"/>
          </w:tcPr>
          <w:p w14:paraId="366B2EE6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3119" w:type="dxa"/>
            <w:vAlign w:val="center"/>
          </w:tcPr>
          <w:p w14:paraId="2E5E4024" w14:textId="20DC48EC" w:rsidR="00B23A46" w:rsidRPr="00D4315A" w:rsidRDefault="004B0247" w:rsidP="00D4315A">
            <w:pPr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1D78C90C" wp14:editId="6CA9F076">
                  <wp:extent cx="1563819" cy="317351"/>
                  <wp:effectExtent l="0" t="0" r="0" b="6985"/>
                  <wp:docPr id="12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chnelles Tempo neu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/>
                          <a:srcRect l="4211" r="1494" b="39860"/>
                          <a:stretch/>
                        </pic:blipFill>
                        <pic:spPr bwMode="auto">
                          <a:xfrm>
                            <a:off x="0" y="0"/>
                            <a:ext cx="1567473" cy="318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70CF70D4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2550EEE6" w14:textId="77777777" w:rsidTr="007B3AD1">
        <w:trPr>
          <w:trHeight w:val="1077"/>
        </w:trPr>
        <w:tc>
          <w:tcPr>
            <w:tcW w:w="704" w:type="dxa"/>
          </w:tcPr>
          <w:p w14:paraId="6611EF17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3119" w:type="dxa"/>
            <w:vAlign w:val="center"/>
          </w:tcPr>
          <w:p w14:paraId="0F1A23F7" w14:textId="3DE63E75" w:rsidR="00B23A46" w:rsidRPr="00D4315A" w:rsidRDefault="004B0247" w:rsidP="00D4315A">
            <w:pPr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FDBBC83" wp14:editId="3E4C3630">
                  <wp:extent cx="1550670" cy="376518"/>
                  <wp:effectExtent l="0" t="0" r="0" b="5080"/>
                  <wp:docPr id="13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ehr schnelles Tempo neu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/>
                          <a:srcRect l="5567" b="27936"/>
                          <a:stretch/>
                        </pic:blipFill>
                        <pic:spPr bwMode="auto">
                          <a:xfrm>
                            <a:off x="0" y="0"/>
                            <a:ext cx="1551780" cy="376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78E2868E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5A1028DE" w14:textId="77777777" w:rsidTr="007B3AD1">
        <w:trPr>
          <w:trHeight w:val="1077"/>
        </w:trPr>
        <w:tc>
          <w:tcPr>
            <w:tcW w:w="704" w:type="dxa"/>
          </w:tcPr>
          <w:p w14:paraId="2CE9A407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3119" w:type="dxa"/>
            <w:vAlign w:val="center"/>
          </w:tcPr>
          <w:p w14:paraId="1A467C68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D332DF5" wp14:editId="3309F9DF">
                  <wp:extent cx="1597025" cy="376517"/>
                  <wp:effectExtent l="0" t="0" r="3175" b="508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l="5504" r="1449" b="28019"/>
                          <a:stretch/>
                        </pic:blipFill>
                        <pic:spPr bwMode="auto">
                          <a:xfrm>
                            <a:off x="0" y="0"/>
                            <a:ext cx="1599911" cy="3771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1D1F6FC9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283EDFFD" w14:textId="77777777" w:rsidTr="007B3AD1">
        <w:trPr>
          <w:trHeight w:val="1077"/>
        </w:trPr>
        <w:tc>
          <w:tcPr>
            <w:tcW w:w="704" w:type="dxa"/>
          </w:tcPr>
          <w:p w14:paraId="38FCA4FD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7.</w:t>
            </w:r>
          </w:p>
        </w:tc>
        <w:tc>
          <w:tcPr>
            <w:tcW w:w="3119" w:type="dxa"/>
            <w:vAlign w:val="center"/>
          </w:tcPr>
          <w:p w14:paraId="4F525DAB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D4F73AA" wp14:editId="1CA97483">
                  <wp:extent cx="1660793" cy="381896"/>
                  <wp:effectExtent l="0" t="0" r="0" b="0"/>
                  <wp:docPr id="15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chneckentempo neu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/>
                          <a:srcRect l="4258" r="1710" b="32044"/>
                          <a:stretch/>
                        </pic:blipFill>
                        <pic:spPr bwMode="auto">
                          <a:xfrm>
                            <a:off x="0" y="0"/>
                            <a:ext cx="1682216" cy="3868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25E04835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0E9BFD16" w14:textId="77777777" w:rsidTr="007B3AD1">
        <w:trPr>
          <w:trHeight w:val="1077"/>
        </w:trPr>
        <w:tc>
          <w:tcPr>
            <w:tcW w:w="704" w:type="dxa"/>
          </w:tcPr>
          <w:p w14:paraId="0F23B25F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8.</w:t>
            </w:r>
          </w:p>
        </w:tc>
        <w:tc>
          <w:tcPr>
            <w:tcW w:w="3119" w:type="dxa"/>
            <w:vAlign w:val="center"/>
          </w:tcPr>
          <w:p w14:paraId="0116D75E" w14:textId="44F6D53C" w:rsidR="00B23A46" w:rsidRPr="00D4315A" w:rsidRDefault="004B0247" w:rsidP="00D4315A">
            <w:pPr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CE45CB6" wp14:editId="45390EC9">
                  <wp:extent cx="1614170" cy="381896"/>
                  <wp:effectExtent l="0" t="0" r="508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/>
                          <a:srcRect l="6539" b="31484"/>
                          <a:stretch/>
                        </pic:blipFill>
                        <pic:spPr bwMode="auto">
                          <a:xfrm>
                            <a:off x="0" y="0"/>
                            <a:ext cx="1615939" cy="3823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6450E632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076FD693" w14:textId="77777777" w:rsidTr="007B3AD1">
        <w:trPr>
          <w:trHeight w:val="1077"/>
        </w:trPr>
        <w:tc>
          <w:tcPr>
            <w:tcW w:w="704" w:type="dxa"/>
          </w:tcPr>
          <w:p w14:paraId="1148E9AC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9.</w:t>
            </w:r>
          </w:p>
        </w:tc>
        <w:tc>
          <w:tcPr>
            <w:tcW w:w="3119" w:type="dxa"/>
            <w:vAlign w:val="center"/>
          </w:tcPr>
          <w:p w14:paraId="69A24957" w14:textId="4C5F4A9E" w:rsidR="00B23A46" w:rsidRPr="00D4315A" w:rsidRDefault="004B0247" w:rsidP="00D4315A">
            <w:pPr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3500476" wp14:editId="5DDBE0C2">
                  <wp:extent cx="1665981" cy="414169"/>
                  <wp:effectExtent l="0" t="0" r="0" b="508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/>
                          <a:srcRect l="3339" r="2549" b="26467"/>
                          <a:stretch/>
                        </pic:blipFill>
                        <pic:spPr bwMode="auto">
                          <a:xfrm>
                            <a:off x="0" y="0"/>
                            <a:ext cx="1668161" cy="414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11E48931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309094A9" w14:textId="77777777" w:rsidTr="007B3AD1">
        <w:trPr>
          <w:trHeight w:val="1077"/>
        </w:trPr>
        <w:tc>
          <w:tcPr>
            <w:tcW w:w="704" w:type="dxa"/>
          </w:tcPr>
          <w:p w14:paraId="68877A99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10.</w:t>
            </w:r>
          </w:p>
        </w:tc>
        <w:tc>
          <w:tcPr>
            <w:tcW w:w="3119" w:type="dxa"/>
            <w:vAlign w:val="center"/>
          </w:tcPr>
          <w:p w14:paraId="30773E70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3342015" wp14:editId="1735653E">
                  <wp:extent cx="1613421" cy="336645"/>
                  <wp:effectExtent l="0" t="0" r="6350" b="635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/>
                          <a:srcRect l="13457" t="3960" r="2360" b="36630"/>
                          <a:stretch/>
                        </pic:blipFill>
                        <pic:spPr bwMode="auto">
                          <a:xfrm>
                            <a:off x="0" y="0"/>
                            <a:ext cx="1644158" cy="3430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69A31604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73431017" w14:textId="77777777" w:rsidTr="007B3AD1">
        <w:trPr>
          <w:trHeight w:val="1077"/>
        </w:trPr>
        <w:tc>
          <w:tcPr>
            <w:tcW w:w="704" w:type="dxa"/>
          </w:tcPr>
          <w:p w14:paraId="35A3DEE1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11.</w:t>
            </w:r>
          </w:p>
        </w:tc>
        <w:tc>
          <w:tcPr>
            <w:tcW w:w="3119" w:type="dxa"/>
            <w:vAlign w:val="center"/>
          </w:tcPr>
          <w:p w14:paraId="6AAA1C27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13D35C8A" wp14:editId="6F6784A1">
                  <wp:extent cx="1672415" cy="323026"/>
                  <wp:effectExtent l="0" t="0" r="4445" b="127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/>
                          <a:srcRect l="6594" r="-1" b="32337"/>
                          <a:stretch/>
                        </pic:blipFill>
                        <pic:spPr bwMode="auto">
                          <a:xfrm>
                            <a:off x="0" y="0"/>
                            <a:ext cx="1703600" cy="329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1B06E9C6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1863B0D2" w14:textId="77777777" w:rsidTr="007B3AD1">
        <w:trPr>
          <w:trHeight w:val="1077"/>
        </w:trPr>
        <w:tc>
          <w:tcPr>
            <w:tcW w:w="704" w:type="dxa"/>
          </w:tcPr>
          <w:p w14:paraId="6ECD4747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lastRenderedPageBreak/>
              <w:t>12.</w:t>
            </w:r>
          </w:p>
        </w:tc>
        <w:tc>
          <w:tcPr>
            <w:tcW w:w="3119" w:type="dxa"/>
            <w:vAlign w:val="center"/>
          </w:tcPr>
          <w:p w14:paraId="5434519F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2AA66A0D" wp14:editId="72121069">
                  <wp:extent cx="1691180" cy="309349"/>
                  <wp:effectExtent l="0" t="0" r="4445" b="0"/>
                  <wp:docPr id="20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pringe nach rechts neu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/>
                          <a:srcRect l="4748" r="1806" b="40343"/>
                          <a:stretch/>
                        </pic:blipFill>
                        <pic:spPr bwMode="auto">
                          <a:xfrm>
                            <a:off x="0" y="0"/>
                            <a:ext cx="1731665" cy="3167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762C3114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B23A46" w:rsidRPr="00D4315A" w14:paraId="34D4B5EA" w14:textId="77777777" w:rsidTr="007B3AD1">
        <w:trPr>
          <w:trHeight w:val="1077"/>
        </w:trPr>
        <w:tc>
          <w:tcPr>
            <w:tcW w:w="704" w:type="dxa"/>
          </w:tcPr>
          <w:p w14:paraId="43833923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13.</w:t>
            </w:r>
          </w:p>
        </w:tc>
        <w:tc>
          <w:tcPr>
            <w:tcW w:w="3119" w:type="dxa"/>
            <w:vAlign w:val="center"/>
          </w:tcPr>
          <w:p w14:paraId="1C33CD2F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103741AE" wp14:editId="46DA93E4">
                  <wp:extent cx="1683572" cy="424815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/>
                          <a:srcRect l="4797" r="1312" b="25540"/>
                          <a:stretch/>
                        </pic:blipFill>
                        <pic:spPr bwMode="auto">
                          <a:xfrm>
                            <a:off x="0" y="0"/>
                            <a:ext cx="1686001" cy="4254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0A5332E8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0F43BA58" w14:textId="77777777" w:rsidTr="007B3AD1">
        <w:trPr>
          <w:trHeight w:val="1077"/>
        </w:trPr>
        <w:tc>
          <w:tcPr>
            <w:tcW w:w="704" w:type="dxa"/>
          </w:tcPr>
          <w:p w14:paraId="5F539E5C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14.</w:t>
            </w:r>
          </w:p>
        </w:tc>
        <w:tc>
          <w:tcPr>
            <w:tcW w:w="3119" w:type="dxa"/>
            <w:vAlign w:val="center"/>
          </w:tcPr>
          <w:p w14:paraId="25EF0CC9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3D5C7B7E" wp14:editId="0B9B7C8A">
                  <wp:extent cx="1707515" cy="446443"/>
                  <wp:effectExtent l="0" t="0" r="6985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/>
                          <a:srcRect l="4797" r="1" b="21769"/>
                          <a:stretch/>
                        </pic:blipFill>
                        <pic:spPr bwMode="auto">
                          <a:xfrm>
                            <a:off x="0" y="0"/>
                            <a:ext cx="1709529" cy="446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5ECA3AEF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644FA70C" w14:textId="77777777" w:rsidTr="007B3AD1">
        <w:trPr>
          <w:trHeight w:val="1077"/>
        </w:trPr>
        <w:tc>
          <w:tcPr>
            <w:tcW w:w="704" w:type="dxa"/>
          </w:tcPr>
          <w:p w14:paraId="34507B71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15.</w:t>
            </w:r>
          </w:p>
        </w:tc>
        <w:tc>
          <w:tcPr>
            <w:tcW w:w="3119" w:type="dxa"/>
            <w:vAlign w:val="center"/>
          </w:tcPr>
          <w:p w14:paraId="0E9C5DBE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2F5F06F" wp14:editId="392B5499">
                  <wp:extent cx="1690497" cy="381896"/>
                  <wp:effectExtent l="0" t="0" r="508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/>
                          <a:srcRect l="4542" t="-8575" b="40801"/>
                          <a:stretch/>
                        </pic:blipFill>
                        <pic:spPr bwMode="auto">
                          <a:xfrm>
                            <a:off x="0" y="0"/>
                            <a:ext cx="1695907" cy="383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1FC504A3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68AE079A" w14:textId="77777777" w:rsidTr="007B3AD1">
        <w:trPr>
          <w:trHeight w:val="1077"/>
        </w:trPr>
        <w:tc>
          <w:tcPr>
            <w:tcW w:w="704" w:type="dxa"/>
          </w:tcPr>
          <w:p w14:paraId="5EC85C49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16.</w:t>
            </w:r>
          </w:p>
        </w:tc>
        <w:tc>
          <w:tcPr>
            <w:tcW w:w="3119" w:type="dxa"/>
            <w:vAlign w:val="center"/>
          </w:tcPr>
          <w:p w14:paraId="4789500F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2AAE569A" wp14:editId="6A1849CE">
                  <wp:extent cx="1685925" cy="392654"/>
                  <wp:effectExtent l="0" t="0" r="0" b="762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/>
                          <a:srcRect l="4856" b="30357"/>
                          <a:stretch/>
                        </pic:blipFill>
                        <pic:spPr bwMode="auto">
                          <a:xfrm>
                            <a:off x="0" y="0"/>
                            <a:ext cx="1686961" cy="3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79D12CBB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1B034BF4" w14:textId="77777777" w:rsidTr="007B3AD1">
        <w:trPr>
          <w:trHeight w:val="1077"/>
        </w:trPr>
        <w:tc>
          <w:tcPr>
            <w:tcW w:w="704" w:type="dxa"/>
          </w:tcPr>
          <w:p w14:paraId="7766A0F1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17.</w:t>
            </w:r>
          </w:p>
        </w:tc>
        <w:tc>
          <w:tcPr>
            <w:tcW w:w="3119" w:type="dxa"/>
            <w:vAlign w:val="center"/>
          </w:tcPr>
          <w:p w14:paraId="37394360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2F160C12" wp14:editId="7D0C8537">
                  <wp:extent cx="1644015" cy="4572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/>
                          <a:srcRect l="5852" b="17712"/>
                          <a:stretch/>
                        </pic:blipFill>
                        <pic:spPr bwMode="auto">
                          <a:xfrm>
                            <a:off x="0" y="0"/>
                            <a:ext cx="1645737" cy="457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2ADA7D3D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13BCB17E" w14:textId="77777777" w:rsidTr="007B3AD1">
        <w:trPr>
          <w:trHeight w:val="1077"/>
        </w:trPr>
        <w:tc>
          <w:tcPr>
            <w:tcW w:w="704" w:type="dxa"/>
          </w:tcPr>
          <w:p w14:paraId="68858B5B" w14:textId="77777777" w:rsidR="00B23A46" w:rsidRPr="00D4315A" w:rsidRDefault="004B0247" w:rsidP="007B3AD1">
            <w:pPr>
              <w:spacing w:after="16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18.</w:t>
            </w:r>
          </w:p>
        </w:tc>
        <w:tc>
          <w:tcPr>
            <w:tcW w:w="3119" w:type="dxa"/>
            <w:vAlign w:val="center"/>
          </w:tcPr>
          <w:p w14:paraId="66401958" w14:textId="77777777" w:rsidR="00B23A46" w:rsidRPr="00D4315A" w:rsidRDefault="004B0247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719DA3F1" wp14:editId="5905D96C">
                  <wp:extent cx="1702435" cy="414169"/>
                  <wp:effectExtent l="0" t="0" r="0" b="508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4"/>
                          <a:srcRect l="5096" b="27437"/>
                          <a:stretch/>
                        </pic:blipFill>
                        <pic:spPr bwMode="auto">
                          <a:xfrm>
                            <a:off x="0" y="0"/>
                            <a:ext cx="1704147" cy="414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44192567" w14:textId="77777777" w:rsidR="00B23A46" w:rsidRPr="00D4315A" w:rsidRDefault="00B23A46" w:rsidP="00D4315A">
            <w:pPr>
              <w:spacing w:after="160" w:line="259" w:lineRule="auto"/>
              <w:jc w:val="center"/>
              <w:rPr>
                <w:sz w:val="26"/>
                <w:szCs w:val="26"/>
              </w:rPr>
            </w:pPr>
          </w:p>
        </w:tc>
      </w:tr>
      <w:tr w:rsidR="00B23A46" w:rsidRPr="00D4315A" w14:paraId="3E167E69" w14:textId="77777777" w:rsidTr="007B3AD1">
        <w:trPr>
          <w:trHeight w:val="1077"/>
        </w:trPr>
        <w:tc>
          <w:tcPr>
            <w:tcW w:w="704" w:type="dxa"/>
          </w:tcPr>
          <w:p w14:paraId="48F1F6C8" w14:textId="77777777" w:rsidR="00B23A46" w:rsidRPr="00D4315A" w:rsidRDefault="004B0247" w:rsidP="007B3AD1">
            <w:pPr>
              <w:jc w:val="center"/>
              <w:rPr>
                <w:b/>
                <w:bCs/>
                <w:sz w:val="26"/>
                <w:szCs w:val="26"/>
              </w:rPr>
            </w:pPr>
            <w:r w:rsidRPr="00D4315A">
              <w:rPr>
                <w:b/>
                <w:bCs/>
                <w:sz w:val="26"/>
                <w:szCs w:val="26"/>
              </w:rPr>
              <w:t>19.</w:t>
            </w:r>
          </w:p>
        </w:tc>
        <w:tc>
          <w:tcPr>
            <w:tcW w:w="3119" w:type="dxa"/>
            <w:vAlign w:val="center"/>
          </w:tcPr>
          <w:p w14:paraId="05951F7E" w14:textId="77777777" w:rsidR="00B23A46" w:rsidRPr="00D4315A" w:rsidRDefault="004B0247" w:rsidP="00D4315A">
            <w:pPr>
              <w:jc w:val="center"/>
              <w:rPr>
                <w:sz w:val="26"/>
                <w:szCs w:val="26"/>
              </w:rPr>
            </w:pPr>
            <w:r w:rsidRPr="00D4315A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7890CBB0" wp14:editId="16DBEF76">
                  <wp:extent cx="1715845" cy="381635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/>
                          <a:srcRect l="4687" t="1" r="1765" b="34607"/>
                          <a:stretch/>
                        </pic:blipFill>
                        <pic:spPr bwMode="auto">
                          <a:xfrm>
                            <a:off x="0" y="0"/>
                            <a:ext cx="1718624" cy="3822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44E5C72A" w14:textId="77777777" w:rsidR="00B23A46" w:rsidRPr="00D4315A" w:rsidRDefault="00B23A46" w:rsidP="00D4315A">
            <w:pPr>
              <w:jc w:val="center"/>
              <w:rPr>
                <w:sz w:val="26"/>
                <w:szCs w:val="26"/>
              </w:rPr>
            </w:pPr>
          </w:p>
        </w:tc>
      </w:tr>
    </w:tbl>
    <w:p w14:paraId="0C65069F" w14:textId="77777777" w:rsidR="00B23A46" w:rsidRPr="00D4315A" w:rsidRDefault="00B23A46">
      <w:pPr>
        <w:rPr>
          <w:sz w:val="26"/>
          <w:szCs w:val="26"/>
        </w:rPr>
      </w:pPr>
    </w:p>
    <w:sectPr w:rsidR="00B23A46" w:rsidRPr="00D4315A">
      <w:headerReference w:type="default" r:id="rId26"/>
      <w:footerReference w:type="default" r:id="rId2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CD3C4" w14:textId="77777777" w:rsidR="00E07D6A" w:rsidRDefault="00E07D6A">
      <w:pPr>
        <w:spacing w:after="0" w:line="240" w:lineRule="auto"/>
      </w:pPr>
      <w:r>
        <w:separator/>
      </w:r>
    </w:p>
  </w:endnote>
  <w:endnote w:type="continuationSeparator" w:id="0">
    <w:p w14:paraId="373F6374" w14:textId="77777777" w:rsidR="00E07D6A" w:rsidRDefault="00E07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503956"/>
      <w:docPartObj>
        <w:docPartGallery w:val="Page Numbers (Bottom of Page)"/>
        <w:docPartUnique/>
      </w:docPartObj>
    </w:sdtPr>
    <w:sdtEndPr/>
    <w:sdtContent>
      <w:p w14:paraId="7CFAC052" w14:textId="77777777" w:rsidR="00B23A46" w:rsidRDefault="004B024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B4D">
          <w:rPr>
            <w:noProof/>
          </w:rPr>
          <w:t>3</w:t>
        </w:r>
        <w:r>
          <w:fldChar w:fldCharType="end"/>
        </w:r>
      </w:p>
    </w:sdtContent>
  </w:sdt>
  <w:p w14:paraId="3AB0FFBA" w14:textId="77777777" w:rsidR="00B23A46" w:rsidRDefault="00B23A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3C02B" w14:textId="77777777" w:rsidR="00E07D6A" w:rsidRDefault="00E07D6A">
      <w:pPr>
        <w:spacing w:after="0" w:line="240" w:lineRule="auto"/>
      </w:pPr>
      <w:r>
        <w:separator/>
      </w:r>
    </w:p>
  </w:footnote>
  <w:footnote w:type="continuationSeparator" w:id="0">
    <w:p w14:paraId="1CA087B5" w14:textId="77777777" w:rsidR="00E07D6A" w:rsidRDefault="00E07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056BB" w14:textId="77777777" w:rsidR="00B23A46" w:rsidRDefault="004B0247">
    <w:pPr>
      <w:pStyle w:val="Kopfzeile"/>
      <w:pBdr>
        <w:bottom w:val="single" w:sz="4" w:space="1" w:color="auto"/>
      </w:pBdr>
    </w:pPr>
    <w:r>
      <w:t>Name:</w:t>
    </w:r>
    <w:r>
      <w:tab/>
    </w:r>
    <w:proofErr w:type="spellStart"/>
    <w:r>
      <w:t>Ozobot</w:t>
    </w:r>
    <w:proofErr w:type="spellEnd"/>
    <w:r>
      <w:t xml:space="preserve"> </w:t>
    </w:r>
    <w:r>
      <w:tab/>
      <w:t>Datum: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C02FE"/>
    <w:multiLevelType w:val="hybridMultilevel"/>
    <w:tmpl w:val="EAB0E266"/>
    <w:lvl w:ilvl="0" w:tplc="FD204F7A">
      <w:start w:val="1"/>
      <w:numFmt w:val="lowerLetter"/>
      <w:lvlText w:val="%1)"/>
      <w:lvlJc w:val="left"/>
      <w:pPr>
        <w:ind w:left="720" w:hanging="360"/>
      </w:pPr>
    </w:lvl>
    <w:lvl w:ilvl="1" w:tplc="6BC6F032">
      <w:start w:val="1"/>
      <w:numFmt w:val="lowerLetter"/>
      <w:lvlText w:val="%2."/>
      <w:lvlJc w:val="left"/>
      <w:pPr>
        <w:ind w:left="1440" w:hanging="360"/>
      </w:pPr>
    </w:lvl>
    <w:lvl w:ilvl="2" w:tplc="4B485916">
      <w:start w:val="1"/>
      <w:numFmt w:val="lowerRoman"/>
      <w:lvlText w:val="%3."/>
      <w:lvlJc w:val="right"/>
      <w:pPr>
        <w:ind w:left="2160" w:hanging="180"/>
      </w:pPr>
    </w:lvl>
    <w:lvl w:ilvl="3" w:tplc="283E609A">
      <w:start w:val="1"/>
      <w:numFmt w:val="decimal"/>
      <w:lvlText w:val="%4."/>
      <w:lvlJc w:val="left"/>
      <w:pPr>
        <w:ind w:left="2880" w:hanging="360"/>
      </w:pPr>
    </w:lvl>
    <w:lvl w:ilvl="4" w:tplc="6AE67A1E">
      <w:start w:val="1"/>
      <w:numFmt w:val="lowerLetter"/>
      <w:lvlText w:val="%5."/>
      <w:lvlJc w:val="left"/>
      <w:pPr>
        <w:ind w:left="3600" w:hanging="360"/>
      </w:pPr>
    </w:lvl>
    <w:lvl w:ilvl="5" w:tplc="6CB26108">
      <w:start w:val="1"/>
      <w:numFmt w:val="lowerRoman"/>
      <w:lvlText w:val="%6."/>
      <w:lvlJc w:val="right"/>
      <w:pPr>
        <w:ind w:left="4320" w:hanging="180"/>
      </w:pPr>
    </w:lvl>
    <w:lvl w:ilvl="6" w:tplc="C9C2CD68">
      <w:start w:val="1"/>
      <w:numFmt w:val="decimal"/>
      <w:lvlText w:val="%7."/>
      <w:lvlJc w:val="left"/>
      <w:pPr>
        <w:ind w:left="5040" w:hanging="360"/>
      </w:pPr>
    </w:lvl>
    <w:lvl w:ilvl="7" w:tplc="8E5A8064">
      <w:start w:val="1"/>
      <w:numFmt w:val="lowerLetter"/>
      <w:lvlText w:val="%8."/>
      <w:lvlJc w:val="left"/>
      <w:pPr>
        <w:ind w:left="5760" w:hanging="360"/>
      </w:pPr>
    </w:lvl>
    <w:lvl w:ilvl="8" w:tplc="10945F0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70F1E"/>
    <w:multiLevelType w:val="hybridMultilevel"/>
    <w:tmpl w:val="571062E4"/>
    <w:lvl w:ilvl="0" w:tplc="38C69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176FC10">
      <w:start w:val="1"/>
      <w:numFmt w:val="lowerLetter"/>
      <w:lvlText w:val="%2."/>
      <w:lvlJc w:val="left"/>
      <w:pPr>
        <w:ind w:left="1440" w:hanging="360"/>
      </w:pPr>
    </w:lvl>
    <w:lvl w:ilvl="2" w:tplc="A1A2541E">
      <w:start w:val="1"/>
      <w:numFmt w:val="lowerRoman"/>
      <w:lvlText w:val="%3."/>
      <w:lvlJc w:val="right"/>
      <w:pPr>
        <w:ind w:left="2160" w:hanging="180"/>
      </w:pPr>
    </w:lvl>
    <w:lvl w:ilvl="3" w:tplc="78805A60">
      <w:start w:val="1"/>
      <w:numFmt w:val="decimal"/>
      <w:lvlText w:val="%4."/>
      <w:lvlJc w:val="left"/>
      <w:pPr>
        <w:ind w:left="2880" w:hanging="360"/>
      </w:pPr>
    </w:lvl>
    <w:lvl w:ilvl="4" w:tplc="96CCA8D2">
      <w:start w:val="1"/>
      <w:numFmt w:val="lowerLetter"/>
      <w:lvlText w:val="%5."/>
      <w:lvlJc w:val="left"/>
      <w:pPr>
        <w:ind w:left="3600" w:hanging="360"/>
      </w:pPr>
    </w:lvl>
    <w:lvl w:ilvl="5" w:tplc="EEC6AB00">
      <w:start w:val="1"/>
      <w:numFmt w:val="lowerRoman"/>
      <w:lvlText w:val="%6."/>
      <w:lvlJc w:val="right"/>
      <w:pPr>
        <w:ind w:left="4320" w:hanging="180"/>
      </w:pPr>
    </w:lvl>
    <w:lvl w:ilvl="6" w:tplc="AA7E564C">
      <w:start w:val="1"/>
      <w:numFmt w:val="decimal"/>
      <w:lvlText w:val="%7."/>
      <w:lvlJc w:val="left"/>
      <w:pPr>
        <w:ind w:left="5040" w:hanging="360"/>
      </w:pPr>
    </w:lvl>
    <w:lvl w:ilvl="7" w:tplc="32A07FEA">
      <w:start w:val="1"/>
      <w:numFmt w:val="lowerLetter"/>
      <w:lvlText w:val="%8."/>
      <w:lvlJc w:val="left"/>
      <w:pPr>
        <w:ind w:left="5760" w:hanging="360"/>
      </w:pPr>
    </w:lvl>
    <w:lvl w:ilvl="8" w:tplc="98B6133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01FDA"/>
    <w:multiLevelType w:val="hybridMultilevel"/>
    <w:tmpl w:val="4050B144"/>
    <w:lvl w:ilvl="0" w:tplc="ED963CC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52C60774">
      <w:start w:val="1"/>
      <w:numFmt w:val="lowerLetter"/>
      <w:lvlText w:val="%2."/>
      <w:lvlJc w:val="left"/>
      <w:pPr>
        <w:ind w:left="1440" w:hanging="360"/>
      </w:pPr>
    </w:lvl>
    <w:lvl w:ilvl="2" w:tplc="68DC4874">
      <w:start w:val="1"/>
      <w:numFmt w:val="lowerRoman"/>
      <w:lvlText w:val="%3."/>
      <w:lvlJc w:val="right"/>
      <w:pPr>
        <w:ind w:left="2160" w:hanging="180"/>
      </w:pPr>
    </w:lvl>
    <w:lvl w:ilvl="3" w:tplc="198EDF8E">
      <w:start w:val="1"/>
      <w:numFmt w:val="decimal"/>
      <w:lvlText w:val="%4."/>
      <w:lvlJc w:val="left"/>
      <w:pPr>
        <w:ind w:left="2880" w:hanging="360"/>
      </w:pPr>
    </w:lvl>
    <w:lvl w:ilvl="4" w:tplc="0B2CF7A0">
      <w:start w:val="1"/>
      <w:numFmt w:val="lowerLetter"/>
      <w:lvlText w:val="%5."/>
      <w:lvlJc w:val="left"/>
      <w:pPr>
        <w:ind w:left="3600" w:hanging="360"/>
      </w:pPr>
    </w:lvl>
    <w:lvl w:ilvl="5" w:tplc="7DFEFD5E">
      <w:start w:val="1"/>
      <w:numFmt w:val="lowerRoman"/>
      <w:lvlText w:val="%6."/>
      <w:lvlJc w:val="right"/>
      <w:pPr>
        <w:ind w:left="4320" w:hanging="180"/>
      </w:pPr>
    </w:lvl>
    <w:lvl w:ilvl="6" w:tplc="B6882FBE">
      <w:start w:val="1"/>
      <w:numFmt w:val="decimal"/>
      <w:lvlText w:val="%7."/>
      <w:lvlJc w:val="left"/>
      <w:pPr>
        <w:ind w:left="5040" w:hanging="360"/>
      </w:pPr>
    </w:lvl>
    <w:lvl w:ilvl="7" w:tplc="D2DCDCCC">
      <w:start w:val="1"/>
      <w:numFmt w:val="lowerLetter"/>
      <w:lvlText w:val="%8."/>
      <w:lvlJc w:val="left"/>
      <w:pPr>
        <w:ind w:left="5760" w:hanging="360"/>
      </w:pPr>
    </w:lvl>
    <w:lvl w:ilvl="8" w:tplc="F866F46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7123F"/>
    <w:multiLevelType w:val="hybridMultilevel"/>
    <w:tmpl w:val="5610FD50"/>
    <w:lvl w:ilvl="0" w:tplc="8AC4185A">
      <w:start w:val="1"/>
      <w:numFmt w:val="decimal"/>
      <w:lvlText w:val="%1."/>
      <w:lvlJc w:val="left"/>
      <w:pPr>
        <w:ind w:left="720" w:hanging="360"/>
      </w:pPr>
    </w:lvl>
    <w:lvl w:ilvl="1" w:tplc="7F125F7C">
      <w:start w:val="1"/>
      <w:numFmt w:val="lowerLetter"/>
      <w:lvlText w:val="%2."/>
      <w:lvlJc w:val="left"/>
      <w:pPr>
        <w:ind w:left="1440" w:hanging="360"/>
      </w:pPr>
    </w:lvl>
    <w:lvl w:ilvl="2" w:tplc="7F8A5D28">
      <w:start w:val="1"/>
      <w:numFmt w:val="lowerRoman"/>
      <w:lvlText w:val="%3."/>
      <w:lvlJc w:val="right"/>
      <w:pPr>
        <w:ind w:left="2160" w:hanging="180"/>
      </w:pPr>
    </w:lvl>
    <w:lvl w:ilvl="3" w:tplc="28CA482E">
      <w:start w:val="1"/>
      <w:numFmt w:val="decimal"/>
      <w:lvlText w:val="%4."/>
      <w:lvlJc w:val="left"/>
      <w:pPr>
        <w:ind w:left="2880" w:hanging="360"/>
      </w:pPr>
    </w:lvl>
    <w:lvl w:ilvl="4" w:tplc="92EE1B2E">
      <w:start w:val="1"/>
      <w:numFmt w:val="lowerLetter"/>
      <w:lvlText w:val="%5."/>
      <w:lvlJc w:val="left"/>
      <w:pPr>
        <w:ind w:left="3600" w:hanging="360"/>
      </w:pPr>
    </w:lvl>
    <w:lvl w:ilvl="5" w:tplc="14F0BFD4">
      <w:start w:val="1"/>
      <w:numFmt w:val="lowerRoman"/>
      <w:lvlText w:val="%6."/>
      <w:lvlJc w:val="right"/>
      <w:pPr>
        <w:ind w:left="4320" w:hanging="180"/>
      </w:pPr>
    </w:lvl>
    <w:lvl w:ilvl="6" w:tplc="BC3CD192">
      <w:start w:val="1"/>
      <w:numFmt w:val="decimal"/>
      <w:lvlText w:val="%7."/>
      <w:lvlJc w:val="left"/>
      <w:pPr>
        <w:ind w:left="5040" w:hanging="360"/>
      </w:pPr>
    </w:lvl>
    <w:lvl w:ilvl="7" w:tplc="6A8E2658">
      <w:start w:val="1"/>
      <w:numFmt w:val="lowerLetter"/>
      <w:lvlText w:val="%8."/>
      <w:lvlJc w:val="left"/>
      <w:pPr>
        <w:ind w:left="5760" w:hanging="360"/>
      </w:pPr>
    </w:lvl>
    <w:lvl w:ilvl="8" w:tplc="8448476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11A3C"/>
    <w:multiLevelType w:val="hybridMultilevel"/>
    <w:tmpl w:val="59A44086"/>
    <w:lvl w:ilvl="0" w:tplc="E0B65298">
      <w:start w:val="1"/>
      <w:numFmt w:val="decimal"/>
      <w:lvlText w:val="%1."/>
      <w:lvlJc w:val="left"/>
      <w:pPr>
        <w:ind w:left="720" w:hanging="360"/>
      </w:pPr>
    </w:lvl>
    <w:lvl w:ilvl="1" w:tplc="FF1EDA94">
      <w:start w:val="1"/>
      <w:numFmt w:val="lowerLetter"/>
      <w:lvlText w:val="%2."/>
      <w:lvlJc w:val="left"/>
      <w:pPr>
        <w:ind w:left="1440" w:hanging="360"/>
      </w:pPr>
    </w:lvl>
    <w:lvl w:ilvl="2" w:tplc="EB8AB840">
      <w:start w:val="1"/>
      <w:numFmt w:val="lowerRoman"/>
      <w:lvlText w:val="%3."/>
      <w:lvlJc w:val="right"/>
      <w:pPr>
        <w:ind w:left="2160" w:hanging="180"/>
      </w:pPr>
    </w:lvl>
    <w:lvl w:ilvl="3" w:tplc="290276AE">
      <w:start w:val="1"/>
      <w:numFmt w:val="decimal"/>
      <w:lvlText w:val="%4."/>
      <w:lvlJc w:val="left"/>
      <w:pPr>
        <w:ind w:left="2880" w:hanging="360"/>
      </w:pPr>
    </w:lvl>
    <w:lvl w:ilvl="4" w:tplc="651E9E08">
      <w:start w:val="1"/>
      <w:numFmt w:val="lowerLetter"/>
      <w:lvlText w:val="%5."/>
      <w:lvlJc w:val="left"/>
      <w:pPr>
        <w:ind w:left="3600" w:hanging="360"/>
      </w:pPr>
    </w:lvl>
    <w:lvl w:ilvl="5" w:tplc="08CE3E16">
      <w:start w:val="1"/>
      <w:numFmt w:val="lowerRoman"/>
      <w:lvlText w:val="%6."/>
      <w:lvlJc w:val="right"/>
      <w:pPr>
        <w:ind w:left="4320" w:hanging="180"/>
      </w:pPr>
    </w:lvl>
    <w:lvl w:ilvl="6" w:tplc="4066DD8E">
      <w:start w:val="1"/>
      <w:numFmt w:val="decimal"/>
      <w:lvlText w:val="%7."/>
      <w:lvlJc w:val="left"/>
      <w:pPr>
        <w:ind w:left="5040" w:hanging="360"/>
      </w:pPr>
    </w:lvl>
    <w:lvl w:ilvl="7" w:tplc="0E16E768">
      <w:start w:val="1"/>
      <w:numFmt w:val="lowerLetter"/>
      <w:lvlText w:val="%8."/>
      <w:lvlJc w:val="left"/>
      <w:pPr>
        <w:ind w:left="5760" w:hanging="360"/>
      </w:pPr>
    </w:lvl>
    <w:lvl w:ilvl="8" w:tplc="005C0B7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F5BE7"/>
    <w:multiLevelType w:val="hybridMultilevel"/>
    <w:tmpl w:val="F1B8A784"/>
    <w:lvl w:ilvl="0" w:tplc="06AEC530">
      <w:start w:val="1"/>
      <w:numFmt w:val="lowerLetter"/>
      <w:lvlText w:val="%1)"/>
      <w:lvlJc w:val="left"/>
      <w:pPr>
        <w:ind w:left="720" w:hanging="360"/>
      </w:pPr>
    </w:lvl>
    <w:lvl w:ilvl="1" w:tplc="47CAA520">
      <w:start w:val="1"/>
      <w:numFmt w:val="lowerLetter"/>
      <w:lvlText w:val="%2."/>
      <w:lvlJc w:val="left"/>
      <w:pPr>
        <w:ind w:left="1440" w:hanging="360"/>
      </w:pPr>
    </w:lvl>
    <w:lvl w:ilvl="2" w:tplc="51A6B4E6">
      <w:start w:val="1"/>
      <w:numFmt w:val="lowerRoman"/>
      <w:lvlText w:val="%3."/>
      <w:lvlJc w:val="right"/>
      <w:pPr>
        <w:ind w:left="2160" w:hanging="180"/>
      </w:pPr>
    </w:lvl>
    <w:lvl w:ilvl="3" w:tplc="90B874F0">
      <w:start w:val="1"/>
      <w:numFmt w:val="decimal"/>
      <w:lvlText w:val="%4."/>
      <w:lvlJc w:val="left"/>
      <w:pPr>
        <w:ind w:left="2880" w:hanging="360"/>
      </w:pPr>
    </w:lvl>
    <w:lvl w:ilvl="4" w:tplc="876A7DC6">
      <w:start w:val="1"/>
      <w:numFmt w:val="lowerLetter"/>
      <w:lvlText w:val="%5."/>
      <w:lvlJc w:val="left"/>
      <w:pPr>
        <w:ind w:left="3600" w:hanging="360"/>
      </w:pPr>
    </w:lvl>
    <w:lvl w:ilvl="5" w:tplc="B594A1D6">
      <w:start w:val="1"/>
      <w:numFmt w:val="lowerRoman"/>
      <w:lvlText w:val="%6."/>
      <w:lvlJc w:val="right"/>
      <w:pPr>
        <w:ind w:left="4320" w:hanging="180"/>
      </w:pPr>
    </w:lvl>
    <w:lvl w:ilvl="6" w:tplc="0BFE87D2">
      <w:start w:val="1"/>
      <w:numFmt w:val="decimal"/>
      <w:lvlText w:val="%7."/>
      <w:lvlJc w:val="left"/>
      <w:pPr>
        <w:ind w:left="5040" w:hanging="360"/>
      </w:pPr>
    </w:lvl>
    <w:lvl w:ilvl="7" w:tplc="2AD4912E">
      <w:start w:val="1"/>
      <w:numFmt w:val="lowerLetter"/>
      <w:lvlText w:val="%8."/>
      <w:lvlJc w:val="left"/>
      <w:pPr>
        <w:ind w:left="5760" w:hanging="360"/>
      </w:pPr>
    </w:lvl>
    <w:lvl w:ilvl="8" w:tplc="160C283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247"/>
    <w:rsid w:val="004B0247"/>
    <w:rsid w:val="007B3AD1"/>
    <w:rsid w:val="00B23A46"/>
    <w:rsid w:val="00D05B4D"/>
    <w:rsid w:val="00D4315A"/>
    <w:rsid w:val="00D70B88"/>
    <w:rsid w:val="00E0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65652"/>
  <w15:docId w15:val="{6020EB5B-922B-450E-A47E-EB1EC5EC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r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one\Downloads\AB%20_Definitionen,%20Codes%20und%20Bewegungen_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 _Definitionen, Codes und Bewegungen_.dotx</Template>
  <TotalTime>0</TotalTime>
  <Pages>3</Pages>
  <Words>68</Words>
  <Characters>435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Konermann</dc:creator>
  <cp:keywords/>
  <dc:description/>
  <cp:lastModifiedBy>Fehrmann, Raphael</cp:lastModifiedBy>
  <cp:revision>4</cp:revision>
  <dcterms:created xsi:type="dcterms:W3CDTF">2020-10-05T11:45:00Z</dcterms:created>
  <dcterms:modified xsi:type="dcterms:W3CDTF">2020-10-10T12:55:00Z</dcterms:modified>
</cp:coreProperties>
</file>